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911EB2A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00C0DCD" w:rsidR="0085747A" w:rsidRPr="009A3D44" w:rsidRDefault="009A3D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3D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FDE2F1E" w:rsidR="00015B8F" w:rsidRPr="009C54AE" w:rsidRDefault="009A3D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77777777" w:rsidR="00B14612" w:rsidRPr="00B77B91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B77B91">
        <w:rPr>
          <w:rStyle w:val="normaltextrun"/>
          <w:rFonts w:ascii="Corbel" w:hAnsi="Corbel" w:cs="Segoe UI"/>
        </w:rPr>
        <w:sym w:font="Wingdings" w:char="F0FE"/>
      </w:r>
      <w:r w:rsidRPr="00B77B91">
        <w:rPr>
          <w:rStyle w:val="normaltextrun"/>
          <w:rFonts w:ascii="Corbel" w:hAnsi="Corbel" w:cs="Segoe UI"/>
        </w:rPr>
        <w:t> </w:t>
      </w:r>
      <w:r w:rsidRPr="00B77B91">
        <w:rPr>
          <w:rFonts w:ascii="Corbel" w:hAnsi="Corbel"/>
        </w:rPr>
        <w:t>zajęcia w formie tradycyjnej (lub zdalnie z wykorzystaniem platformy Ms </w:t>
      </w:r>
      <w:proofErr w:type="spellStart"/>
      <w:r w:rsidRPr="00B77B91">
        <w:rPr>
          <w:rStyle w:val="spellingerror"/>
          <w:rFonts w:ascii="Corbel" w:hAnsi="Corbel"/>
        </w:rPr>
        <w:t>Teams</w:t>
      </w:r>
      <w:proofErr w:type="spellEnd"/>
      <w:r w:rsidRPr="00B77B91">
        <w:rPr>
          <w:rStyle w:val="spellingerror"/>
          <w:rFonts w:ascii="Corbel" w:hAnsi="Corbel"/>
        </w:rPr>
        <w:t>)</w:t>
      </w:r>
      <w:r w:rsidRPr="00B77B9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</w:t>
            </w:r>
            <w:proofErr w:type="spellStart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Schumpetera</w:t>
            </w:r>
            <w:proofErr w:type="spellEnd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 xml:space="preserve">9 grup technik przyspieszania tempa rozwoju nowego produktu- model wg F.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Langerak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Peelen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 i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Nijssen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wykorzystanie właściwych strategii konkurowania, model Business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Canvas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2B2BA6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F0AFC78" w14:textId="77777777" w:rsidTr="002B2BA6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2B2BA6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2B2BA6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3F2C04B0" w:rsidR="00C046BF" w:rsidRPr="00667449" w:rsidRDefault="00745E45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E50BE9" w:rsidRPr="0066744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B2BA6" w:rsidRPr="009C54AE" w14:paraId="461AE049" w14:textId="77777777" w:rsidTr="002B2BA6">
        <w:tc>
          <w:tcPr>
            <w:tcW w:w="2377" w:type="dxa"/>
          </w:tcPr>
          <w:p w14:paraId="38ACAFFD" w14:textId="601BB2E3" w:rsidR="002B2BA6" w:rsidRPr="009C54AE" w:rsidRDefault="002B2BA6" w:rsidP="002B2B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3E85FE4" w14:textId="53B964C3" w:rsidR="002B2BA6" w:rsidRPr="00667449" w:rsidRDefault="002B2BA6" w:rsidP="002B2BA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14B385A6" w14:textId="0A5B778B" w:rsidR="002B2BA6" w:rsidRPr="00667449" w:rsidRDefault="002B2BA6" w:rsidP="002B2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72F1C131" w:rsidR="0085747A" w:rsidRPr="009C54AE" w:rsidRDefault="009A3D44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C707E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632D75B8" w:rsidR="00C61DC5" w:rsidRPr="009C54AE" w:rsidRDefault="009A3D44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2B2BA6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2B2BA6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  <w:proofErr w:type="spellEnd"/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</w:t>
            </w:r>
            <w:proofErr w:type="spellEnd"/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 xml:space="preserve">wyd. SAN tom XIC, zeszyt 13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cz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Innowacje w strategii rozwoju organizacji w Unii Europejskiej, W. Janasz red., </w:t>
            </w:r>
            <w:proofErr w:type="spellStart"/>
            <w:r w:rsidRPr="7CEAF0C6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7CEAF0C6">
              <w:rPr>
                <w:rFonts w:ascii="Corbel" w:hAnsi="Corbel"/>
                <w:b w:val="0"/>
                <w:smallCaps w:val="0"/>
              </w:rPr>
              <w:t xml:space="preserve">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BC004" w14:textId="77777777" w:rsidR="00090415" w:rsidRDefault="00090415" w:rsidP="00C16ABF">
      <w:pPr>
        <w:spacing w:after="0" w:line="240" w:lineRule="auto"/>
      </w:pPr>
      <w:r>
        <w:separator/>
      </w:r>
    </w:p>
  </w:endnote>
  <w:endnote w:type="continuationSeparator" w:id="0">
    <w:p w14:paraId="7F227B12" w14:textId="77777777" w:rsidR="00090415" w:rsidRDefault="00090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E76FE" w14:textId="77777777" w:rsidR="00090415" w:rsidRDefault="00090415" w:rsidP="00C16ABF">
      <w:pPr>
        <w:spacing w:after="0" w:line="240" w:lineRule="auto"/>
      </w:pPr>
      <w:r>
        <w:separator/>
      </w:r>
    </w:p>
  </w:footnote>
  <w:footnote w:type="continuationSeparator" w:id="0">
    <w:p w14:paraId="581B6FC0" w14:textId="77777777" w:rsidR="00090415" w:rsidRDefault="000904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0415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37CF"/>
    <w:rsid w:val="00176083"/>
    <w:rsid w:val="001815CD"/>
    <w:rsid w:val="00192F37"/>
    <w:rsid w:val="001978EC"/>
    <w:rsid w:val="001A70D2"/>
    <w:rsid w:val="001D06DA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2BA6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701EC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620D9"/>
    <w:rsid w:val="00667449"/>
    <w:rsid w:val="00671958"/>
    <w:rsid w:val="00672634"/>
    <w:rsid w:val="0067516C"/>
    <w:rsid w:val="00675843"/>
    <w:rsid w:val="00696477"/>
    <w:rsid w:val="006D050F"/>
    <w:rsid w:val="006D6139"/>
    <w:rsid w:val="006E5D65"/>
    <w:rsid w:val="006F1282"/>
    <w:rsid w:val="006F1FBC"/>
    <w:rsid w:val="00706544"/>
    <w:rsid w:val="007071C5"/>
    <w:rsid w:val="007072BA"/>
    <w:rsid w:val="0071620A"/>
    <w:rsid w:val="007224A2"/>
    <w:rsid w:val="00724677"/>
    <w:rsid w:val="00725459"/>
    <w:rsid w:val="00734608"/>
    <w:rsid w:val="0074317F"/>
    <w:rsid w:val="00745302"/>
    <w:rsid w:val="00745E45"/>
    <w:rsid w:val="007461D6"/>
    <w:rsid w:val="00746EC8"/>
    <w:rsid w:val="00762043"/>
    <w:rsid w:val="00763BF1"/>
    <w:rsid w:val="00765064"/>
    <w:rsid w:val="00766FD4"/>
    <w:rsid w:val="0078168C"/>
    <w:rsid w:val="007832D5"/>
    <w:rsid w:val="00790E27"/>
    <w:rsid w:val="007A4022"/>
    <w:rsid w:val="007A6E6E"/>
    <w:rsid w:val="007C3299"/>
    <w:rsid w:val="007C3BCC"/>
    <w:rsid w:val="007D3B20"/>
    <w:rsid w:val="007D3CA3"/>
    <w:rsid w:val="007D6E56"/>
    <w:rsid w:val="007F4155"/>
    <w:rsid w:val="0081707E"/>
    <w:rsid w:val="008449B3"/>
    <w:rsid w:val="008461A9"/>
    <w:rsid w:val="0085747A"/>
    <w:rsid w:val="008768BD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6E"/>
    <w:rsid w:val="009508DF"/>
    <w:rsid w:val="00950DAC"/>
    <w:rsid w:val="00954A07"/>
    <w:rsid w:val="00967DF7"/>
    <w:rsid w:val="0097373E"/>
    <w:rsid w:val="009975E6"/>
    <w:rsid w:val="00997F14"/>
    <w:rsid w:val="009A3D4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77B91"/>
    <w:rsid w:val="00B8056E"/>
    <w:rsid w:val="00B819C8"/>
    <w:rsid w:val="00B82308"/>
    <w:rsid w:val="00B908BC"/>
    <w:rsid w:val="00B94C72"/>
    <w:rsid w:val="00BB520A"/>
    <w:rsid w:val="00BD1C8B"/>
    <w:rsid w:val="00BD2406"/>
    <w:rsid w:val="00BD3869"/>
    <w:rsid w:val="00BD66E9"/>
    <w:rsid w:val="00BE3DAD"/>
    <w:rsid w:val="00BF2C41"/>
    <w:rsid w:val="00C046BF"/>
    <w:rsid w:val="00C058B4"/>
    <w:rsid w:val="00C07F00"/>
    <w:rsid w:val="00C127F7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D03AB"/>
    <w:rsid w:val="00ED32D2"/>
    <w:rsid w:val="00EE32DE"/>
    <w:rsid w:val="00EE5457"/>
    <w:rsid w:val="00F05D3A"/>
    <w:rsid w:val="00F070AB"/>
    <w:rsid w:val="00F17357"/>
    <w:rsid w:val="00F27A7B"/>
    <w:rsid w:val="00F526AF"/>
    <w:rsid w:val="00F617C3"/>
    <w:rsid w:val="00F7066B"/>
    <w:rsid w:val="00F83B28"/>
    <w:rsid w:val="00F9672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745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E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E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E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B8382-326E-4CF6-A44A-0EA94DF91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979</Words>
  <Characters>5878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26</cp:revision>
  <cp:lastPrinted>2017-02-15T21:41:00Z</cp:lastPrinted>
  <dcterms:created xsi:type="dcterms:W3CDTF">2020-12-04T01:56:00Z</dcterms:created>
  <dcterms:modified xsi:type="dcterms:W3CDTF">2021-02-11T18:49:00Z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